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B6D" w:rsidRPr="00515791" w:rsidRDefault="00E2128E" w:rsidP="00515791">
      <w:pPr>
        <w:spacing w:after="0" w:line="240" w:lineRule="auto"/>
        <w:jc w:val="right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roundrect id="Rounded Rectangle 1" o:spid="_x0000_s1026" style="position:absolute;margin-left:375.95pt;margin-top:7.3pt;width:144.75pt;height:57pt;z-index:2516567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" fillcolor="white [3201]" strokecolor="#4bacc6 [3208]" strokeweight="5pt">
            <v:fill rotate="t"/>
            <v:stroke linestyle="thickThin"/>
            <v:shadow color="#868686"/>
            <v:path arrowok="t"/>
            <v:textbox style="mso-next-textbox:#Rounded Rectangle 1">
              <w:txbxContent>
                <w:p w:rsidR="00D57D51" w:rsidRPr="00AC7F8C" w:rsidRDefault="00AC7F8C" w:rsidP="00707C54">
                  <w:pPr>
                    <w:spacing w:after="0"/>
                    <w:jc w:val="center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AC7F8C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>دانشگاه فنی و حرفه ای</w:t>
                  </w:r>
                </w:p>
                <w:p w:rsidR="00D57D51" w:rsidRPr="00AC7F8C" w:rsidRDefault="00AC7F8C" w:rsidP="00707C54">
                  <w:pPr>
                    <w:jc w:val="center"/>
                    <w:rPr>
                      <w:rFonts w:cs="B Nazanin"/>
                      <w:b/>
                      <w:bCs/>
                      <w:szCs w:val="22"/>
                    </w:rPr>
                  </w:pPr>
                  <w:r w:rsidRPr="00AC7F8C">
                    <w:rPr>
                      <w:rFonts w:cs="B Nazanin" w:hint="cs"/>
                      <w:b/>
                      <w:bCs/>
                      <w:szCs w:val="22"/>
                      <w:rtl/>
                    </w:rPr>
                    <w:t>معاونت پژوهش و فناوری</w:t>
                  </w:r>
                </w:p>
              </w:txbxContent>
            </v:textbox>
          </v:roundrect>
        </w:pict>
      </w:r>
      <w:r w:rsidR="00B322E8" w:rsidRPr="0051579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B322E8" w:rsidRPr="00515791">
        <w:rPr>
          <w:rFonts w:cs="B Nazanin" w:hint="cs"/>
          <w:b/>
          <w:bCs/>
          <w:sz w:val="24"/>
          <w:szCs w:val="24"/>
          <w:rtl/>
        </w:rPr>
        <w:tab/>
      </w:r>
      <w:r w:rsidR="00B322E8" w:rsidRPr="00515791">
        <w:rPr>
          <w:rFonts w:cs="B Nazanin" w:hint="cs"/>
          <w:b/>
          <w:bCs/>
          <w:sz w:val="24"/>
          <w:szCs w:val="24"/>
          <w:rtl/>
        </w:rPr>
        <w:tab/>
      </w:r>
      <w:r w:rsidR="00515791" w:rsidRPr="0051579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806EE" w:rsidRPr="00515791">
        <w:rPr>
          <w:rFonts w:cs="B Nazanin" w:hint="cs"/>
          <w:b/>
          <w:bCs/>
          <w:sz w:val="24"/>
          <w:szCs w:val="24"/>
          <w:rtl/>
        </w:rPr>
        <w:t>ب</w:t>
      </w:r>
      <w:r w:rsidR="00B322E8" w:rsidRPr="00515791">
        <w:rPr>
          <w:rFonts w:cs="B Nazanin" w:hint="cs"/>
          <w:b/>
          <w:bCs/>
          <w:sz w:val="24"/>
          <w:szCs w:val="24"/>
          <w:rtl/>
        </w:rPr>
        <w:t>ا</w:t>
      </w:r>
      <w:r w:rsidR="003806EE" w:rsidRPr="00515791">
        <w:rPr>
          <w:rFonts w:cs="B Nazanin" w:hint="cs"/>
          <w:b/>
          <w:bCs/>
          <w:sz w:val="24"/>
          <w:szCs w:val="24"/>
          <w:rtl/>
        </w:rPr>
        <w:t>سمه</w:t>
      </w:r>
      <w:r w:rsidR="00707C54" w:rsidRPr="00515791">
        <w:rPr>
          <w:rFonts w:cs="B Nazanin" w:hint="cs"/>
          <w:b/>
          <w:bCs/>
          <w:sz w:val="24"/>
          <w:szCs w:val="24"/>
          <w:rtl/>
        </w:rPr>
        <w:t xml:space="preserve"> تعالي</w:t>
      </w:r>
      <w:r w:rsidR="00AC7F8C" w:rsidRPr="00515791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515791" w:rsidRPr="00515791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AC7F8C" w:rsidRPr="00515791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</w:t>
      </w:r>
      <w:r w:rsidR="00AC7F8C" w:rsidRPr="00515791">
        <w:rPr>
          <w:rFonts w:cs="B Nazanin"/>
          <w:b/>
          <w:bCs/>
          <w:noProof/>
          <w:rtl/>
          <w:lang w:bidi="ar-SA"/>
        </w:rPr>
        <w:drawing>
          <wp:inline distT="0" distB="0" distL="0" distR="0">
            <wp:extent cx="781050" cy="971550"/>
            <wp:effectExtent l="19050" t="0" r="0" b="0"/>
            <wp:docPr id="4" name="Picture 0" descr="arm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o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C54" w:rsidRPr="00166529" w:rsidRDefault="00B322E8" w:rsidP="00E57488">
      <w:pPr>
        <w:spacing w:after="0" w:line="240" w:lineRule="auto"/>
        <w:jc w:val="center"/>
        <w:rPr>
          <w:rFonts w:cs="B Nazanin"/>
          <w:color w:val="2F51F9"/>
          <w:sz w:val="24"/>
          <w:szCs w:val="24"/>
          <w:rtl/>
        </w:rPr>
      </w:pPr>
      <w:r>
        <w:rPr>
          <w:rFonts w:cs="B Nazanin" w:hint="cs"/>
          <w:color w:val="2F51F9"/>
          <w:sz w:val="24"/>
          <w:szCs w:val="24"/>
          <w:rtl/>
        </w:rPr>
        <w:t>فرم شماره یک-</w:t>
      </w:r>
      <w:r w:rsidR="006E6B4E" w:rsidRPr="00166529">
        <w:rPr>
          <w:rFonts w:cs="B Nazanin" w:hint="cs"/>
          <w:color w:val="2F51F9"/>
          <w:sz w:val="24"/>
          <w:szCs w:val="24"/>
          <w:rtl/>
        </w:rPr>
        <w:t xml:space="preserve"> اطلاعات </w:t>
      </w:r>
      <w:r w:rsidR="00E57488" w:rsidRPr="00E57488">
        <w:rPr>
          <w:rFonts w:cs="B Nazanin" w:hint="cs"/>
          <w:color w:val="2F51F9"/>
          <w:sz w:val="24"/>
          <w:szCs w:val="24"/>
          <w:rtl/>
        </w:rPr>
        <w:t>برگزاری همایش/کنفرانس/کنگره/سمینار/سمپوزیوم/مسابقه</w:t>
      </w:r>
      <w:r w:rsidR="00352D9A">
        <w:rPr>
          <w:rFonts w:cs="B Nazanin" w:hint="cs"/>
          <w:color w:val="2F51F9"/>
          <w:sz w:val="24"/>
          <w:szCs w:val="24"/>
          <w:rtl/>
        </w:rPr>
        <w:t>/کارگاه</w:t>
      </w:r>
    </w:p>
    <w:p w:rsidR="00707C54" w:rsidRPr="00515791" w:rsidRDefault="00707C54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Cs w:val="22"/>
          <w:rtl/>
        </w:rPr>
      </w:pPr>
      <w:r w:rsidRPr="00515791">
        <w:rPr>
          <w:rFonts w:cs="B Nazanin" w:hint="cs"/>
          <w:b/>
          <w:bCs/>
          <w:szCs w:val="22"/>
          <w:rtl/>
        </w:rPr>
        <w:t>الف-</w:t>
      </w:r>
      <w:r w:rsidR="002A577A" w:rsidRPr="00515791">
        <w:rPr>
          <w:rFonts w:cs="B Nazanin" w:hint="cs"/>
          <w:b/>
          <w:bCs/>
          <w:szCs w:val="22"/>
          <w:rtl/>
        </w:rPr>
        <w:t xml:space="preserve"> </w:t>
      </w:r>
      <w:r w:rsidRPr="00515791">
        <w:rPr>
          <w:rFonts w:cs="B Nazanin" w:hint="cs"/>
          <w:b/>
          <w:bCs/>
          <w:szCs w:val="22"/>
          <w:rtl/>
        </w:rPr>
        <w:t>مشخصات عمومي:</w:t>
      </w:r>
    </w:p>
    <w:tbl>
      <w:tblPr>
        <w:bidiVisual/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943"/>
        <w:gridCol w:w="5158"/>
      </w:tblGrid>
      <w:tr w:rsidR="00FA1986" w:rsidRPr="00166529" w:rsidTr="00BC53CD">
        <w:trPr>
          <w:trHeight w:val="415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FA1986" w:rsidRPr="00515791" w:rsidRDefault="00E21DA8" w:rsidP="00D01B0F">
            <w:pPr>
              <w:spacing w:after="0" w:line="240" w:lineRule="auto"/>
              <w:rPr>
                <w:rFonts w:ascii="Cambria" w:eastAsia="Times New Roman" w:hAnsi="Cambria" w:cs="B Nazanin"/>
                <w:sz w:val="28"/>
                <w:szCs w:val="28"/>
                <w:rtl/>
              </w:rPr>
            </w:pP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عنوان </w:t>
            </w:r>
            <w:r w:rsidR="009135E5" w:rsidRPr="009135E5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همایش/کنفرانس/کنگره/سمینار/سمپوزیوم/مسابقه</w:t>
            </w:r>
            <w:r w:rsidR="00352D9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/کارگاه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: </w:t>
            </w:r>
          </w:p>
        </w:tc>
      </w:tr>
      <w:tr w:rsidR="00D01B0F" w:rsidRPr="00166529" w:rsidTr="00D01B0F">
        <w:trPr>
          <w:trHeight w:val="41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01B0F" w:rsidRPr="00515791" w:rsidRDefault="00D01B0F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نام دانشکده / آموزشکده:  </w:t>
            </w:r>
          </w:p>
        </w:tc>
      </w:tr>
      <w:tr w:rsidR="00D01B0F" w:rsidRPr="00166529" w:rsidTr="00D01B0F">
        <w:trPr>
          <w:trHeight w:val="473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01B0F" w:rsidRDefault="00D01B0F" w:rsidP="00515791">
            <w:pPr>
              <w:spacing w:after="0"/>
              <w:rPr>
                <w:rFonts w:ascii="Cambria" w:eastAsia="Times New Roman" w:hAnsi="Cambria" w:cs="B Nazanin"/>
                <w:sz w:val="24"/>
                <w:szCs w:val="24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سطح همايش: 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منطقه ای</w:t>
            </w:r>
            <w:r w:rsidR="00515791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 w:rsidR="00515791"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="00A13CDC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استانی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ملی  </w:t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بین المللی</w:t>
            </w:r>
          </w:p>
          <w:p w:rsidR="00515791" w:rsidRPr="00515791" w:rsidRDefault="00515791" w:rsidP="00515791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  <w:r w:rsidRPr="00515791">
              <w:rPr>
                <w:rFonts w:cs="B Nazanin" w:hint="cs"/>
                <w:sz w:val="20"/>
                <w:szCs w:val="20"/>
                <w:rtl/>
              </w:rPr>
              <w:t>عناوین استان</w:t>
            </w:r>
            <w:r w:rsidR="00783674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515791">
              <w:rPr>
                <w:rFonts w:cs="B Nazanin" w:hint="cs"/>
                <w:sz w:val="20"/>
                <w:szCs w:val="20"/>
                <w:rtl/>
              </w:rPr>
              <w:t>ها/کشورهایی که در همایشهای «ملی» و یا «بین المللی» حضور خواهند یافت :</w:t>
            </w:r>
          </w:p>
          <w:p w:rsidR="00515791" w:rsidRPr="00515791" w:rsidRDefault="00515791" w:rsidP="00515791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</w:p>
        </w:tc>
      </w:tr>
      <w:tr w:rsidR="001038F1" w:rsidRPr="00166529" w:rsidTr="001038F1">
        <w:trPr>
          <w:trHeight w:val="353"/>
        </w:trPr>
        <w:tc>
          <w:tcPr>
            <w:tcW w:w="2500" w:type="pct"/>
            <w:gridSpan w:val="2"/>
            <w:shd w:val="clear" w:color="auto" w:fill="auto"/>
            <w:vAlign w:val="center"/>
          </w:tcPr>
          <w:p w:rsidR="001038F1" w:rsidRPr="00515791" w:rsidRDefault="001038F1" w:rsidP="00167484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نام و نام خانوادگي </w:t>
            </w:r>
            <w:r w:rsidR="00167484">
              <w:rPr>
                <w:rFonts w:ascii="Cambria" w:eastAsia="Times New Roman" w:hAnsi="Cambria" w:cs="B Nazanin" w:hint="cs"/>
                <w:szCs w:val="22"/>
                <w:rtl/>
              </w:rPr>
              <w:t>رییس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 همايش: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1038F1" w:rsidRPr="00515791" w:rsidRDefault="001038F1" w:rsidP="00167484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سطح و مدرك تحصيلي </w:t>
            </w:r>
            <w:r w:rsidR="00167484">
              <w:rPr>
                <w:rFonts w:ascii="Cambria" w:eastAsia="Times New Roman" w:hAnsi="Cambria" w:cs="B Nazanin" w:hint="cs"/>
                <w:szCs w:val="22"/>
                <w:rtl/>
              </w:rPr>
              <w:t>رییس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1038F1" w:rsidRPr="00166529" w:rsidTr="001038F1">
        <w:trPr>
          <w:trHeight w:val="403"/>
        </w:trPr>
        <w:tc>
          <w:tcPr>
            <w:tcW w:w="2500" w:type="pct"/>
            <w:gridSpan w:val="2"/>
            <w:shd w:val="clear" w:color="auto" w:fill="auto"/>
            <w:vAlign w:val="center"/>
          </w:tcPr>
          <w:p w:rsidR="001038F1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>نام و نام خانوادگی دبیر علمی همایش: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1038F1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سطح و مدرك تحصيلي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دبير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علمی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BC53CD" w:rsidRPr="00166529" w:rsidTr="00BC53CD">
        <w:trPr>
          <w:trHeight w:val="403"/>
        </w:trPr>
        <w:tc>
          <w:tcPr>
            <w:tcW w:w="2500" w:type="pct"/>
            <w:gridSpan w:val="2"/>
            <w:shd w:val="clear" w:color="auto" w:fill="auto"/>
            <w:vAlign w:val="center"/>
          </w:tcPr>
          <w:p w:rsidR="00BC53CD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>نام و نام خانوادگی دبیر اجرایی همایش: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BC53CD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سطح و مدرك تحصيلي دبير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اجرایی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E53203" w:rsidRPr="00166529" w:rsidTr="00BC53CD">
        <w:trPr>
          <w:trHeight w:val="403"/>
        </w:trPr>
        <w:tc>
          <w:tcPr>
            <w:tcW w:w="2043" w:type="pct"/>
            <w:shd w:val="clear" w:color="auto" w:fill="auto"/>
            <w:vAlign w:val="center"/>
          </w:tcPr>
          <w:p w:rsidR="004E4EDD" w:rsidRPr="00515791" w:rsidRDefault="004E4EDD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تاريخ برگزاري همايش:</w:t>
            </w:r>
            <w:r w:rsidR="00705E71"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 </w:t>
            </w:r>
          </w:p>
        </w:tc>
        <w:tc>
          <w:tcPr>
            <w:tcW w:w="2957" w:type="pct"/>
            <w:gridSpan w:val="2"/>
            <w:shd w:val="clear" w:color="auto" w:fill="auto"/>
            <w:vAlign w:val="center"/>
          </w:tcPr>
          <w:p w:rsidR="004E4EDD" w:rsidRPr="00515791" w:rsidRDefault="004E4EDD" w:rsidP="00D01B0F">
            <w:pPr>
              <w:spacing w:after="0"/>
              <w:rPr>
                <w:rFonts w:cs="B Nazanin"/>
                <w:szCs w:val="22"/>
                <w:rtl/>
              </w:rPr>
            </w:pPr>
            <w:r w:rsidRPr="00515791">
              <w:rPr>
                <w:rFonts w:cs="B Nazanin" w:hint="cs"/>
                <w:szCs w:val="22"/>
                <w:rtl/>
              </w:rPr>
              <w:t>نام شهر و محل برپايي همايش:</w:t>
            </w:r>
            <w:r w:rsidR="00705E71" w:rsidRPr="00515791">
              <w:rPr>
                <w:rFonts w:cs="B Nazanin" w:hint="cs"/>
                <w:szCs w:val="22"/>
                <w:rtl/>
              </w:rPr>
              <w:t xml:space="preserve"> </w:t>
            </w:r>
          </w:p>
        </w:tc>
      </w:tr>
      <w:tr w:rsidR="00E71E7C" w:rsidRPr="00166529" w:rsidTr="00BC53CD">
        <w:trPr>
          <w:trHeight w:val="403"/>
        </w:trPr>
        <w:tc>
          <w:tcPr>
            <w:tcW w:w="2043" w:type="pct"/>
            <w:shd w:val="clear" w:color="auto" w:fill="auto"/>
            <w:vAlign w:val="center"/>
          </w:tcPr>
          <w:p w:rsidR="00E71E7C" w:rsidRPr="00515791" w:rsidRDefault="00E71E7C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شماره تماس ضروري:</w:t>
            </w:r>
            <w:r w:rsidR="006E6B4E" w:rsidRPr="00515791">
              <w:rPr>
                <w:rFonts w:ascii="Cambria" w:eastAsia="Times New Roman" w:hAnsi="Cambria" w:cs="B Nazanin"/>
                <w:szCs w:val="22"/>
              </w:rPr>
              <w:t xml:space="preserve"> </w:t>
            </w:r>
          </w:p>
        </w:tc>
        <w:tc>
          <w:tcPr>
            <w:tcW w:w="2957" w:type="pct"/>
            <w:gridSpan w:val="2"/>
            <w:shd w:val="clear" w:color="auto" w:fill="auto"/>
            <w:vAlign w:val="center"/>
          </w:tcPr>
          <w:p w:rsidR="00E71E7C" w:rsidRPr="00515791" w:rsidRDefault="00E71E7C" w:rsidP="00D01B0F">
            <w:pPr>
              <w:spacing w:after="0" w:line="240" w:lineRule="auto"/>
              <w:rPr>
                <w:rFonts w:cs="B Nazanin"/>
                <w:szCs w:val="22"/>
              </w:rPr>
            </w:pPr>
            <w:r w:rsidRPr="00515791">
              <w:rPr>
                <w:rFonts w:cs="B Nazanin" w:hint="cs"/>
                <w:szCs w:val="22"/>
                <w:rtl/>
              </w:rPr>
              <w:t>آدرس پست الكترونيك:</w:t>
            </w:r>
            <w:r w:rsidR="001A78E8" w:rsidRPr="00515791">
              <w:rPr>
                <w:rFonts w:cs="B Nazanin" w:hint="cs"/>
                <w:szCs w:val="22"/>
                <w:rtl/>
              </w:rPr>
              <w:t xml:space="preserve"> </w:t>
            </w:r>
          </w:p>
        </w:tc>
      </w:tr>
      <w:tr w:rsidR="005D2A25" w:rsidRPr="00166529" w:rsidTr="00BC53CD">
        <w:trPr>
          <w:trHeight w:val="403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5D2A25" w:rsidRPr="00515791" w:rsidRDefault="005D2A25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آدرس دبیرخانه همایش:</w:t>
            </w:r>
            <w:r w:rsidR="001A78E8" w:rsidRPr="00515791">
              <w:rPr>
                <w:rFonts w:ascii="Cambria" w:eastAsia="Times New Roman" w:hAnsi="Cambria" w:cs="B Nazanin"/>
                <w:szCs w:val="22"/>
              </w:rPr>
              <w:t xml:space="preserve"> </w:t>
            </w:r>
          </w:p>
        </w:tc>
      </w:tr>
    </w:tbl>
    <w:p w:rsidR="00707C54" w:rsidRPr="00515791" w:rsidRDefault="00707C54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Cs w:val="22"/>
        </w:rPr>
      </w:pPr>
      <w:r w:rsidRPr="00515791">
        <w:rPr>
          <w:rFonts w:cs="B Nazanin" w:hint="cs"/>
          <w:b/>
          <w:bCs/>
          <w:szCs w:val="22"/>
          <w:rtl/>
        </w:rPr>
        <w:t>ب- بيان اهداف و ضرورت برگزاري 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352D9A">
        <w:rPr>
          <w:rFonts w:cs="B Nazanin" w:hint="cs"/>
          <w:b/>
          <w:bCs/>
          <w:szCs w:val="22"/>
          <w:rtl/>
        </w:rPr>
        <w:t>/کارگاه</w:t>
      </w:r>
      <w:r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465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10465"/>
      </w:tblGrid>
      <w:tr w:rsidR="00F210B2" w:rsidRPr="00166529" w:rsidTr="006108F2">
        <w:trPr>
          <w:trHeight w:val="2108"/>
        </w:trPr>
        <w:tc>
          <w:tcPr>
            <w:tcW w:w="10465" w:type="dxa"/>
            <w:shd w:val="clear" w:color="auto" w:fill="DBE5F1"/>
          </w:tcPr>
          <w:p w:rsidR="006E6B4E" w:rsidRPr="00166529" w:rsidRDefault="006E6B4E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  <w:p w:rsidR="00E71E7C" w:rsidRPr="00166529" w:rsidRDefault="00E71E7C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515DE" w:rsidRDefault="001515DE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B56C76" w:rsidRPr="00166529" w:rsidRDefault="00B56C76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07C54" w:rsidRPr="00515791" w:rsidRDefault="00725CB0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ج</w:t>
      </w:r>
      <w:r w:rsidR="00707C54" w:rsidRPr="00515791">
        <w:rPr>
          <w:rFonts w:cs="B Nazanin" w:hint="cs"/>
          <w:b/>
          <w:bCs/>
          <w:szCs w:val="22"/>
          <w:rtl/>
        </w:rPr>
        <w:t>- بيان محورهاي اصلي</w:t>
      </w:r>
      <w:r w:rsidR="004B3BD0" w:rsidRPr="00515791">
        <w:rPr>
          <w:rFonts w:cs="B Nazanin" w:hint="cs"/>
          <w:b/>
          <w:bCs/>
          <w:szCs w:val="22"/>
          <w:rtl/>
        </w:rPr>
        <w:t xml:space="preserve"> و تخصصي</w:t>
      </w:r>
      <w:r w:rsidR="001A000D">
        <w:rPr>
          <w:rFonts w:cs="B Nazanin" w:hint="cs"/>
          <w:b/>
          <w:bCs/>
          <w:szCs w:val="22"/>
          <w:rtl/>
        </w:rPr>
        <w:t xml:space="preserve"> </w:t>
      </w:r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352D9A">
        <w:rPr>
          <w:rFonts w:cs="B Nazanin" w:hint="cs"/>
          <w:b/>
          <w:bCs/>
          <w:szCs w:val="22"/>
          <w:rtl/>
        </w:rPr>
        <w:t>/کارگاه</w:t>
      </w:r>
      <w:r w:rsidR="00707C54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0" w:type="auto"/>
        <w:tblBorders>
          <w:top w:val="single" w:sz="8" w:space="0" w:color="C0504D"/>
          <w:bottom w:val="single" w:sz="8" w:space="0" w:color="C0504D"/>
          <w:insideH w:val="single" w:sz="8" w:space="0" w:color="C0504D"/>
        </w:tblBorders>
        <w:tblLook w:val="0480" w:firstRow="0" w:lastRow="0" w:firstColumn="1" w:lastColumn="0" w:noHBand="0" w:noVBand="1"/>
      </w:tblPr>
      <w:tblGrid>
        <w:gridCol w:w="10375"/>
      </w:tblGrid>
      <w:tr w:rsidR="00F210B2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EB1E05" w:rsidRPr="00166529"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  <w:t xml:space="preserve">                                     </w:t>
            </w:r>
          </w:p>
        </w:tc>
      </w:tr>
      <w:tr w:rsidR="00F210B2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210B2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210B2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3D25C0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EB1E05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EB1E05" w:rsidRPr="00166529" w:rsidRDefault="00EB1E05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" w:char="F0FC"/>
            </w:r>
            <w:r w:rsidR="006E6B4E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  <w:t xml:space="preserve">                      </w:t>
            </w:r>
          </w:p>
        </w:tc>
      </w:tr>
      <w:tr w:rsidR="00EB1E05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EB1E05" w:rsidRPr="00166529" w:rsidRDefault="001907C9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" w:char="F0FC"/>
            </w:r>
            <w:r w:rsidR="006E6B4E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:rsidR="009441A6" w:rsidRPr="00166529" w:rsidRDefault="00725CB0" w:rsidP="00A13CDC">
      <w:pPr>
        <w:pBdr>
          <w:top w:val="single" w:sz="12" w:space="1" w:color="C0504D" w:shadow="1"/>
          <w:left w:val="single" w:sz="12" w:space="0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rtl/>
        </w:rPr>
        <w:lastRenderedPageBreak/>
        <w:t>د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-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برگزار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كنندگان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همايش</w:t>
      </w:r>
      <w:r w:rsidR="009441A6" w:rsidRPr="00515791">
        <w:rPr>
          <w:rFonts w:cs="B Nazanin"/>
          <w:b/>
          <w:bCs/>
          <w:sz w:val="24"/>
          <w:szCs w:val="24"/>
          <w:rtl/>
        </w:rPr>
        <w:t>:</w:t>
      </w:r>
      <w:r w:rsidR="009441A6" w:rsidRPr="00166529">
        <w:rPr>
          <w:rFonts w:cs="B Nazanin" w:hint="cs"/>
          <w:sz w:val="24"/>
          <w:szCs w:val="24"/>
          <w:rtl/>
        </w:rPr>
        <w:t xml:space="preserve"> </w:t>
      </w:r>
      <w:r w:rsidR="009441A6" w:rsidRPr="00166529">
        <w:rPr>
          <w:rFonts w:cs="B Nazanin" w:hint="cs"/>
          <w:szCs w:val="22"/>
          <w:rtl/>
        </w:rPr>
        <w:t xml:space="preserve">لطفاً در ردیف اول فقط عنوان </w:t>
      </w:r>
      <w:r w:rsidR="009441A6" w:rsidRPr="00166529">
        <w:rPr>
          <w:rFonts w:cs="B Nazanin" w:hint="cs"/>
          <w:szCs w:val="22"/>
          <w:u w:val="single"/>
          <w:rtl/>
        </w:rPr>
        <w:t>برگزار کننده اصلی همایش</w:t>
      </w:r>
      <w:r w:rsidR="009441A6" w:rsidRPr="00166529">
        <w:rPr>
          <w:rFonts w:cs="B Nazanin" w:hint="cs"/>
          <w:szCs w:val="22"/>
          <w:rtl/>
        </w:rPr>
        <w:t xml:space="preserve"> ذکر گردد</w:t>
      </w:r>
      <w:r w:rsidR="007F6607">
        <w:rPr>
          <w:rFonts w:cs="B Nazanin" w:hint="cs"/>
          <w:szCs w:val="22"/>
          <w:rtl/>
        </w:rPr>
        <w:t>.</w:t>
      </w:r>
    </w:p>
    <w:tbl>
      <w:tblPr>
        <w:bidiVisual/>
        <w:tblW w:w="103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673"/>
        <w:gridCol w:w="4252"/>
        <w:gridCol w:w="1134"/>
        <w:gridCol w:w="2268"/>
        <w:gridCol w:w="1985"/>
      </w:tblGrid>
      <w:tr w:rsidR="000E062A" w:rsidRPr="00166529" w:rsidTr="000E062A">
        <w:trPr>
          <w:trHeight w:val="343"/>
        </w:trPr>
        <w:tc>
          <w:tcPr>
            <w:tcW w:w="673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رديف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نام دانشکده / آموزشکده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نام ریاست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نماينده (مسئول) برگزاري همايش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0E062A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سمت نماينده</w:t>
            </w:r>
          </w:p>
        </w:tc>
      </w:tr>
      <w:tr w:rsidR="000E062A" w:rsidRPr="00166529" w:rsidTr="000E062A">
        <w:trPr>
          <w:trHeight w:val="464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110AD1">
        <w:trPr>
          <w:trHeight w:val="48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0E062A">
        <w:trPr>
          <w:trHeight w:val="511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110AD1">
        <w:trPr>
          <w:trHeight w:val="550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</w:tbl>
    <w:p w:rsidR="00707C54" w:rsidRPr="00515791" w:rsidRDefault="00725CB0" w:rsidP="00FF474A">
      <w:pPr>
        <w:pBdr>
          <w:top w:val="single" w:sz="12" w:space="1" w:color="C0504D" w:shadow="1"/>
          <w:left w:val="single" w:sz="12" w:space="0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 w:val="24"/>
          <w:szCs w:val="24"/>
          <w:rtl/>
        </w:rPr>
      </w:pPr>
      <w:r w:rsidRPr="009441A6">
        <w:rPr>
          <w:rFonts w:cs="B Titr" w:hint="cs"/>
          <w:sz w:val="24"/>
          <w:szCs w:val="24"/>
          <w:rtl/>
        </w:rPr>
        <w:t>ﻫ</w:t>
      </w:r>
      <w:r w:rsidRPr="00515791">
        <w:rPr>
          <w:rFonts w:cs="B Nazanin" w:hint="cs"/>
          <w:b/>
          <w:bCs/>
          <w:szCs w:val="22"/>
          <w:rtl/>
        </w:rPr>
        <w:t xml:space="preserve"> </w:t>
      </w:r>
      <w:r w:rsidR="009607F6" w:rsidRPr="00515791">
        <w:rPr>
          <w:rFonts w:cs="B Nazanin" w:hint="cs"/>
          <w:b/>
          <w:bCs/>
          <w:szCs w:val="22"/>
          <w:rtl/>
        </w:rPr>
        <w:t xml:space="preserve">- </w:t>
      </w:r>
      <w:r w:rsidR="00E1606B" w:rsidRPr="00515791">
        <w:rPr>
          <w:rFonts w:cs="B Nazanin" w:hint="cs"/>
          <w:b/>
          <w:bCs/>
          <w:sz w:val="24"/>
          <w:szCs w:val="24"/>
          <w:rtl/>
        </w:rPr>
        <w:t>حمايت كنندگان از همايش:</w:t>
      </w:r>
      <w:r w:rsidR="00D936A5" w:rsidRPr="0051579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36A5" w:rsidRPr="00515791">
        <w:rPr>
          <w:rFonts w:cs="B Nazanin" w:hint="cs"/>
          <w:sz w:val="18"/>
          <w:szCs w:val="18"/>
          <w:rtl/>
        </w:rPr>
        <w:t xml:space="preserve">(نامه کتبی موافقت سازمانهایی که حمایت خود را </w:t>
      </w:r>
      <w:r w:rsidR="00F711C3" w:rsidRPr="00515791">
        <w:rPr>
          <w:rFonts w:cs="B Nazanin" w:hint="cs"/>
          <w:sz w:val="18"/>
          <w:szCs w:val="18"/>
          <w:rtl/>
        </w:rPr>
        <w:t>از برگزاری همایش اعلام نموده اند می بایست</w:t>
      </w:r>
      <w:r w:rsidR="001126A3" w:rsidRPr="00515791">
        <w:rPr>
          <w:rFonts w:cs="B Nazanin" w:hint="cs"/>
          <w:sz w:val="18"/>
          <w:szCs w:val="18"/>
          <w:rtl/>
        </w:rPr>
        <w:t xml:space="preserve"> به همراه درخواست</w:t>
      </w:r>
      <w:r w:rsidR="001126A3" w:rsidRPr="00515791">
        <w:rPr>
          <w:rFonts w:cs="B Nazanin"/>
          <w:sz w:val="18"/>
          <w:szCs w:val="18"/>
        </w:rPr>
        <w:t xml:space="preserve"> </w:t>
      </w:r>
      <w:r w:rsidR="001126A3" w:rsidRPr="00515791">
        <w:rPr>
          <w:rFonts w:cs="B Nazanin" w:hint="cs"/>
          <w:sz w:val="18"/>
          <w:szCs w:val="18"/>
          <w:rtl/>
        </w:rPr>
        <w:t>پیوست نامه شود</w:t>
      </w:r>
      <w:r w:rsidR="00166529" w:rsidRPr="00515791">
        <w:rPr>
          <w:rFonts w:cs="B Nazanin" w:hint="cs"/>
          <w:sz w:val="18"/>
          <w:szCs w:val="18"/>
          <w:rtl/>
        </w:rPr>
        <w:t>.)</w:t>
      </w:r>
    </w:p>
    <w:tbl>
      <w:tblPr>
        <w:bidiVisual/>
        <w:tblW w:w="10312" w:type="dxa"/>
        <w:tblBorders>
          <w:top w:val="single" w:sz="12" w:space="0" w:color="F79646"/>
          <w:left w:val="single" w:sz="6" w:space="0" w:color="F79646"/>
          <w:bottom w:val="single" w:sz="8" w:space="0" w:color="F79646"/>
          <w:right w:val="single" w:sz="6" w:space="0" w:color="F79646"/>
          <w:insideH w:val="single" w:sz="6" w:space="0" w:color="F79646"/>
          <w:insideV w:val="single" w:sz="6" w:space="0" w:color="F79646"/>
        </w:tblBorders>
        <w:tblLook w:val="05E0" w:firstRow="1" w:lastRow="1" w:firstColumn="1" w:lastColumn="1" w:noHBand="0" w:noVBand="1"/>
      </w:tblPr>
      <w:tblGrid>
        <w:gridCol w:w="783"/>
        <w:gridCol w:w="3134"/>
        <w:gridCol w:w="2993"/>
        <w:gridCol w:w="1984"/>
        <w:gridCol w:w="1418"/>
      </w:tblGrid>
      <w:tr w:rsidR="00472EB3" w:rsidRPr="00166529" w:rsidTr="00075DCD">
        <w:trPr>
          <w:trHeight w:val="600"/>
        </w:trPr>
        <w:tc>
          <w:tcPr>
            <w:tcW w:w="783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رديف</w:t>
            </w:r>
          </w:p>
        </w:tc>
        <w:tc>
          <w:tcPr>
            <w:tcW w:w="3134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نام سازمان/ شركت/دستگاه</w:t>
            </w:r>
          </w:p>
        </w:tc>
        <w:tc>
          <w:tcPr>
            <w:tcW w:w="2993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موضوع فعاليت/ماموريت</w:t>
            </w:r>
          </w:p>
        </w:tc>
        <w:tc>
          <w:tcPr>
            <w:tcW w:w="1984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نام رييس دستگاه/ مديرعامل</w:t>
            </w:r>
          </w:p>
        </w:tc>
        <w:tc>
          <w:tcPr>
            <w:tcW w:w="1418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دولتي/ غيردولتي</w:t>
            </w:r>
          </w:p>
        </w:tc>
      </w:tr>
      <w:tr w:rsidR="00472EB3" w:rsidRPr="00166529" w:rsidTr="006108F2">
        <w:trPr>
          <w:trHeight w:val="318"/>
        </w:trPr>
        <w:tc>
          <w:tcPr>
            <w:tcW w:w="783" w:type="dxa"/>
            <w:tcBorders>
              <w:top w:val="single" w:sz="8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134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8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316544">
        <w:trPr>
          <w:trHeight w:val="318"/>
        </w:trPr>
        <w:tc>
          <w:tcPr>
            <w:tcW w:w="78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6108F2">
        <w:trPr>
          <w:trHeight w:val="318"/>
        </w:trPr>
        <w:tc>
          <w:tcPr>
            <w:tcW w:w="78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316544">
        <w:trPr>
          <w:trHeight w:val="318"/>
        </w:trPr>
        <w:tc>
          <w:tcPr>
            <w:tcW w:w="78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6108F2">
        <w:trPr>
          <w:trHeight w:val="325"/>
        </w:trPr>
        <w:tc>
          <w:tcPr>
            <w:tcW w:w="78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8449C6" w:rsidRPr="00515791" w:rsidRDefault="00725CB0" w:rsidP="00D01B0F">
      <w:pPr>
        <w:pBdr>
          <w:top w:val="single" w:sz="18" w:space="1" w:color="548DD4" w:shadow="1"/>
          <w:left w:val="single" w:sz="18" w:space="0" w:color="548DD4" w:shadow="1"/>
          <w:bottom w:val="single" w:sz="18" w:space="1" w:color="548DD4" w:shadow="1"/>
          <w:right w:val="single" w:sz="18" w:space="0" w:color="548DD4" w:shadow="1"/>
        </w:pBdr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و</w:t>
      </w:r>
      <w:r w:rsidR="00A958ED" w:rsidRPr="00515791">
        <w:rPr>
          <w:rFonts w:cs="B Nazanin" w:hint="cs"/>
          <w:b/>
          <w:bCs/>
          <w:szCs w:val="22"/>
          <w:rtl/>
        </w:rPr>
        <w:t xml:space="preserve">- اعضاي كميته </w:t>
      </w:r>
      <w:r w:rsidR="00166529" w:rsidRPr="00515791">
        <w:rPr>
          <w:rFonts w:cs="B Nazanin" w:hint="cs"/>
          <w:b/>
          <w:bCs/>
          <w:szCs w:val="22"/>
          <w:rtl/>
        </w:rPr>
        <w:t>اجرایی</w:t>
      </w:r>
      <w:r w:rsidR="00A958ED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0" w:type="auto"/>
        <w:tblBorders>
          <w:top w:val="single" w:sz="8" w:space="0" w:color="7BA0CD"/>
          <w:left w:val="single" w:sz="18" w:space="0" w:color="7BA0CD"/>
          <w:bottom w:val="single" w:sz="18" w:space="0" w:color="7BA0CD"/>
          <w:right w:val="single" w:sz="18" w:space="0" w:color="7BA0CD"/>
          <w:insideH w:val="single" w:sz="2" w:space="0" w:color="7BA0CD"/>
          <w:insideV w:val="single" w:sz="2" w:space="0" w:color="7BA0CD"/>
        </w:tblBorders>
        <w:tblLook w:val="05E0" w:firstRow="1" w:lastRow="1" w:firstColumn="1" w:lastColumn="1" w:noHBand="0" w:noVBand="1"/>
      </w:tblPr>
      <w:tblGrid>
        <w:gridCol w:w="949"/>
        <w:gridCol w:w="2734"/>
        <w:gridCol w:w="1667"/>
        <w:gridCol w:w="1701"/>
        <w:gridCol w:w="1138"/>
        <w:gridCol w:w="2127"/>
      </w:tblGrid>
      <w:tr w:rsidR="00A958ED" w:rsidRPr="00166529" w:rsidTr="00166529">
        <w:trPr>
          <w:trHeight w:val="512"/>
        </w:trPr>
        <w:tc>
          <w:tcPr>
            <w:tcW w:w="949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34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667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سطح مدرك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رشته تحصيلي</w:t>
            </w:r>
          </w:p>
        </w:tc>
        <w:tc>
          <w:tcPr>
            <w:tcW w:w="1138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دانشگاه</w:t>
            </w:r>
          </w:p>
        </w:tc>
        <w:tc>
          <w:tcPr>
            <w:tcW w:w="2127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شغل/ سمت</w:t>
            </w: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F25F4A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13CDC" w:rsidRDefault="00A13CDC" w:rsidP="00174676">
      <w:pPr>
        <w:bidi w:val="0"/>
        <w:spacing w:after="0" w:line="240" w:lineRule="auto"/>
        <w:jc w:val="right"/>
        <w:rPr>
          <w:rFonts w:cs="B Nazanin"/>
          <w:b/>
          <w:bCs/>
          <w:szCs w:val="22"/>
          <w:rtl/>
        </w:rPr>
      </w:pPr>
    </w:p>
    <w:p w:rsidR="00E1606B" w:rsidRDefault="00725CB0" w:rsidP="00A13CDC">
      <w:pPr>
        <w:pBdr>
          <w:top w:val="single" w:sz="18" w:space="1" w:color="548DD4" w:shadow="1"/>
          <w:left w:val="single" w:sz="18" w:space="0" w:color="548DD4" w:shadow="1"/>
          <w:bottom w:val="single" w:sz="18" w:space="1" w:color="548DD4" w:shadow="1"/>
          <w:right w:val="single" w:sz="18" w:space="0" w:color="548DD4" w:shadow="1"/>
        </w:pBdr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ز</w:t>
      </w:r>
      <w:r w:rsidR="00E1606B" w:rsidRPr="00515791">
        <w:rPr>
          <w:rFonts w:cs="B Nazanin" w:hint="cs"/>
          <w:b/>
          <w:bCs/>
          <w:szCs w:val="22"/>
          <w:rtl/>
        </w:rPr>
        <w:t>- اعضاي كميته علمي:</w:t>
      </w:r>
    </w:p>
    <w:p w:rsidR="008E1DC7" w:rsidRPr="00166529" w:rsidRDefault="008E1DC7" w:rsidP="00D01B0F">
      <w:pPr>
        <w:pBdr>
          <w:top w:val="double" w:sz="4" w:space="1" w:color="4F81BD"/>
          <w:left w:val="double" w:sz="4" w:space="0" w:color="4F81BD"/>
          <w:bottom w:val="double" w:sz="4" w:space="1" w:color="4F81BD"/>
          <w:right w:val="double" w:sz="4" w:space="4" w:color="4F81BD"/>
        </w:pBdr>
        <w:spacing w:after="0" w:line="240" w:lineRule="auto"/>
        <w:rPr>
          <w:rFonts w:cs="B Nazanin"/>
          <w:sz w:val="18"/>
          <w:szCs w:val="18"/>
          <w:rtl/>
        </w:rPr>
      </w:pPr>
      <w:r w:rsidRPr="00166529">
        <w:rPr>
          <w:rFonts w:cs="B Nazanin" w:hint="cs"/>
          <w:sz w:val="18"/>
          <w:szCs w:val="18"/>
          <w:rtl/>
        </w:rPr>
        <w:t xml:space="preserve">اعضاي كميته علمي </w:t>
      </w:r>
      <w:r w:rsidR="005D2A25" w:rsidRPr="00166529">
        <w:rPr>
          <w:rFonts w:cs="B Nazanin" w:hint="cs"/>
          <w:sz w:val="18"/>
          <w:szCs w:val="18"/>
          <w:rtl/>
        </w:rPr>
        <w:t>شامل افرادی است که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دارای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مدرک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تحصیلی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تخصصی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مرتبط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با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موضوع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همایش می باشند.</w:t>
      </w:r>
    </w:p>
    <w:tbl>
      <w:tblPr>
        <w:bidiVisual/>
        <w:tblW w:w="0" w:type="auto"/>
        <w:tblBorders>
          <w:top w:val="single" w:sz="8" w:space="0" w:color="7BA0CD"/>
          <w:left w:val="single" w:sz="18" w:space="0" w:color="7BA0CD"/>
          <w:bottom w:val="single" w:sz="18" w:space="0" w:color="7BA0CD"/>
          <w:right w:val="single" w:sz="18" w:space="0" w:color="7BA0CD"/>
          <w:insideH w:val="single" w:sz="2" w:space="0" w:color="7BA0CD"/>
          <w:insideV w:val="single" w:sz="2" w:space="0" w:color="7BA0CD"/>
        </w:tblBorders>
        <w:tblLook w:val="05E0" w:firstRow="1" w:lastRow="1" w:firstColumn="1" w:lastColumn="1" w:noHBand="0" w:noVBand="1"/>
      </w:tblPr>
      <w:tblGrid>
        <w:gridCol w:w="949"/>
        <w:gridCol w:w="2734"/>
        <w:gridCol w:w="1667"/>
        <w:gridCol w:w="1701"/>
        <w:gridCol w:w="1701"/>
        <w:gridCol w:w="1560"/>
      </w:tblGrid>
      <w:tr w:rsidR="002230A3" w:rsidRPr="00166529" w:rsidTr="00075DCD">
        <w:trPr>
          <w:trHeight w:val="512"/>
        </w:trPr>
        <w:tc>
          <w:tcPr>
            <w:tcW w:w="949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34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667" w:type="dxa"/>
            <w:shd w:val="clear" w:color="auto" w:fill="FABF8F" w:themeFill="accent6" w:themeFillTint="99"/>
            <w:vAlign w:val="center"/>
          </w:tcPr>
          <w:p w:rsidR="00E1606B" w:rsidRPr="00166529" w:rsidRDefault="00372E1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سطح مدرك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رشته تحصيلي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دانشگاه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شغل/ سمت</w:t>
            </w:r>
          </w:p>
        </w:tc>
      </w:tr>
      <w:tr w:rsidR="009109BD" w:rsidRPr="00166529" w:rsidTr="006108F2">
        <w:trPr>
          <w:trHeight w:val="320"/>
        </w:trPr>
        <w:tc>
          <w:tcPr>
            <w:tcW w:w="949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734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907C9" w:rsidRPr="00166529" w:rsidTr="00316544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907C9" w:rsidRPr="00166529" w:rsidTr="006108F2">
        <w:trPr>
          <w:trHeight w:val="320"/>
        </w:trPr>
        <w:tc>
          <w:tcPr>
            <w:tcW w:w="949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734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907C9" w:rsidRPr="00166529" w:rsidTr="00316544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50BCF" w:rsidRPr="00166529" w:rsidTr="00150BCF">
        <w:trPr>
          <w:trHeight w:val="320"/>
        </w:trPr>
        <w:tc>
          <w:tcPr>
            <w:tcW w:w="949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734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04203B" w:rsidRDefault="0004203B">
      <w:pPr>
        <w:bidi w:val="0"/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/>
          <w:b/>
          <w:bCs/>
          <w:szCs w:val="22"/>
          <w:rtl/>
        </w:rPr>
        <w:br w:type="page"/>
      </w:r>
    </w:p>
    <w:p w:rsidR="00A67175" w:rsidRPr="00515791" w:rsidRDefault="00674FCD" w:rsidP="0004203B">
      <w:pPr>
        <w:pBdr>
          <w:top w:val="single" w:sz="2" w:space="1" w:color="auto" w:shadow="1"/>
          <w:left w:val="single" w:sz="2" w:space="4" w:color="auto" w:shadow="1"/>
          <w:bottom w:val="single" w:sz="2" w:space="1" w:color="auto" w:shadow="1"/>
          <w:right w:val="single" w:sz="2" w:space="0" w:color="auto" w:shadow="1"/>
        </w:pBdr>
        <w:spacing w:before="240" w:after="0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lastRenderedPageBreak/>
        <w:t>ط</w:t>
      </w:r>
      <w:r w:rsidR="00A67175" w:rsidRPr="00515791">
        <w:rPr>
          <w:rFonts w:cs="B Nazanin" w:hint="cs"/>
          <w:b/>
          <w:bCs/>
          <w:szCs w:val="22"/>
          <w:rtl/>
        </w:rPr>
        <w:t>-</w:t>
      </w:r>
      <w:r w:rsidR="00F711C3" w:rsidRPr="00515791">
        <w:rPr>
          <w:rFonts w:cs="B Nazanin" w:hint="cs"/>
          <w:b/>
          <w:bCs/>
          <w:szCs w:val="22"/>
          <w:rtl/>
        </w:rPr>
        <w:t xml:space="preserve"> </w:t>
      </w:r>
      <w:r w:rsidR="00A83E52" w:rsidRPr="00515791">
        <w:rPr>
          <w:rFonts w:cs="B Nazanin" w:hint="cs"/>
          <w:b/>
          <w:bCs/>
          <w:szCs w:val="22"/>
          <w:rtl/>
        </w:rPr>
        <w:t>پیش بینی</w:t>
      </w:r>
      <w:r w:rsidR="00A67175" w:rsidRPr="00515791">
        <w:rPr>
          <w:rFonts w:cs="B Nazanin" w:hint="cs"/>
          <w:b/>
          <w:bCs/>
          <w:szCs w:val="22"/>
          <w:rtl/>
        </w:rPr>
        <w:t xml:space="preserve"> هزينه ها</w:t>
      </w:r>
      <w:r w:rsidR="001A000D">
        <w:rPr>
          <w:rFonts w:cs="B Nazanin" w:hint="cs"/>
          <w:b/>
          <w:bCs/>
          <w:szCs w:val="22"/>
          <w:rtl/>
        </w:rPr>
        <w:t xml:space="preserve">ي </w:t>
      </w:r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352D9A">
        <w:rPr>
          <w:rFonts w:cs="B Nazanin" w:hint="cs"/>
          <w:b/>
          <w:bCs/>
          <w:szCs w:val="22"/>
          <w:rtl/>
        </w:rPr>
        <w:t>/کارگاه</w:t>
      </w:r>
      <w:r w:rsidR="00A67175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348" w:type="dxa"/>
        <w:tblInd w:w="106" w:type="dxa"/>
        <w:tblBorders>
          <w:top w:val="single" w:sz="18" w:space="0" w:color="auto"/>
          <w:bottom w:val="single" w:sz="18" w:space="0" w:color="auto"/>
        </w:tblBorders>
        <w:tblLook w:val="05E0" w:firstRow="1" w:lastRow="1" w:firstColumn="1" w:lastColumn="1" w:noHBand="0" w:noVBand="1"/>
      </w:tblPr>
      <w:tblGrid>
        <w:gridCol w:w="816"/>
        <w:gridCol w:w="2319"/>
        <w:gridCol w:w="1117"/>
        <w:gridCol w:w="3686"/>
        <w:gridCol w:w="2410"/>
      </w:tblGrid>
      <w:tr w:rsidR="00A83E52" w:rsidRPr="00166529" w:rsidTr="00A13CDC">
        <w:trPr>
          <w:trHeight w:val="420"/>
        </w:trPr>
        <w:tc>
          <w:tcPr>
            <w:tcW w:w="8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31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عنوان هزينه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color w:val="FFFFFF"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تعداد کل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 xml:space="preserve">میانگین </w:t>
            </w:r>
            <w:r w:rsidR="002E0079" w:rsidRPr="00166529">
              <w:rPr>
                <w:rFonts w:cs="B Nazanin" w:hint="cs"/>
                <w:b/>
                <w:bCs/>
                <w:szCs w:val="22"/>
                <w:rtl/>
              </w:rPr>
              <w:t>هزینه</w:t>
            </w:r>
            <w:r w:rsidRPr="00166529">
              <w:rPr>
                <w:rFonts w:cs="B Nazanin" w:hint="cs"/>
                <w:b/>
                <w:bCs/>
                <w:szCs w:val="22"/>
                <w:rtl/>
              </w:rPr>
              <w:t xml:space="preserve"> هر</w:t>
            </w:r>
            <w:r w:rsidR="002E0079" w:rsidRPr="00166529">
              <w:rPr>
                <w:rFonts w:cs="B Nazanin" w:hint="cs"/>
                <w:b/>
                <w:bCs/>
                <w:szCs w:val="22"/>
                <w:rtl/>
              </w:rPr>
              <w:t xml:space="preserve"> واحد/نفر</w:t>
            </w:r>
            <w:r w:rsidR="0004203B">
              <w:rPr>
                <w:rFonts w:cs="B Nazanin" w:hint="cs"/>
                <w:b/>
                <w:bCs/>
                <w:szCs w:val="22"/>
                <w:rtl/>
              </w:rPr>
              <w:t xml:space="preserve"> (ريال)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مبلغ برآورد شده (ريال)</w:t>
            </w:r>
          </w:p>
        </w:tc>
      </w:tr>
      <w:tr w:rsidR="00FF474A" w:rsidRPr="00166529" w:rsidTr="00A13CDC">
        <w:trPr>
          <w:trHeight w:val="438"/>
        </w:trPr>
        <w:tc>
          <w:tcPr>
            <w:tcW w:w="816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31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حق الزحمه كميته علمي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حق الزحمه كميته اجرايي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38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هزينه غذا و پذيرايي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هدايا و جوايز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ساير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83E52" w:rsidRPr="00166529" w:rsidTr="00A13CDC">
        <w:trPr>
          <w:trHeight w:val="393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2E0079" w:rsidRPr="00B322E8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0E062A" w:rsidRPr="00FF474A" w:rsidTr="00A13CDC">
        <w:trPr>
          <w:trHeight w:val="393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0E062A" w:rsidRPr="00FF474A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F474A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A83E52" w:rsidRPr="00166529" w:rsidTr="00A13CDC">
        <w:trPr>
          <w:trHeight w:val="416"/>
        </w:trPr>
        <w:tc>
          <w:tcPr>
            <w:tcW w:w="7938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83E52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جمع كل</w:t>
            </w:r>
            <w:r w:rsidR="0004203B">
              <w:rPr>
                <w:rFonts w:cs="B Nazanin"/>
                <w:b/>
                <w:bCs/>
                <w:szCs w:val="22"/>
              </w:rPr>
              <w:t xml:space="preserve"> </w:t>
            </w:r>
            <w:r w:rsidR="0004203B">
              <w:rPr>
                <w:rFonts w:cs="B Nazanin" w:hint="cs"/>
                <w:b/>
                <w:bCs/>
                <w:szCs w:val="22"/>
                <w:rtl/>
              </w:rPr>
              <w:t>(ريال)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83E52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</w:tbl>
    <w:p w:rsidR="00707C54" w:rsidRPr="00166529" w:rsidRDefault="00707C54" w:rsidP="00D01B0F">
      <w:pPr>
        <w:tabs>
          <w:tab w:val="left" w:pos="1084"/>
        </w:tabs>
        <w:spacing w:after="120"/>
        <w:rPr>
          <w:rFonts w:cs="B Nazanin"/>
          <w:rtl/>
        </w:rPr>
      </w:pPr>
    </w:p>
    <w:p w:rsidR="00A83E52" w:rsidRPr="00515791" w:rsidRDefault="00674FCD" w:rsidP="0004203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0" w:color="auto" w:shadow="1"/>
        </w:pBdr>
        <w:tabs>
          <w:tab w:val="left" w:pos="1084"/>
        </w:tabs>
        <w:spacing w:after="0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س</w:t>
      </w:r>
      <w:r w:rsidR="001A000D">
        <w:rPr>
          <w:rFonts w:cs="B Nazanin" w:hint="cs"/>
          <w:b/>
          <w:bCs/>
          <w:szCs w:val="22"/>
          <w:rtl/>
        </w:rPr>
        <w:t xml:space="preserve">- پیش بینی درآمدهای </w:t>
      </w:r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352D9A">
        <w:rPr>
          <w:rFonts w:cs="B Nazanin" w:hint="cs"/>
          <w:b/>
          <w:bCs/>
          <w:szCs w:val="22"/>
          <w:rtl/>
        </w:rPr>
        <w:t>/کارگاه</w:t>
      </w:r>
      <w:bookmarkStart w:id="0" w:name="_GoBack"/>
      <w:bookmarkEnd w:id="0"/>
      <w:r w:rsidR="00A83E52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348" w:type="dxa"/>
        <w:tblInd w:w="106" w:type="dxa"/>
        <w:tblBorders>
          <w:top w:val="single" w:sz="18" w:space="0" w:color="auto"/>
          <w:bottom w:val="single" w:sz="18" w:space="0" w:color="auto"/>
        </w:tblBorders>
        <w:tblLook w:val="05E0" w:firstRow="1" w:lastRow="1" w:firstColumn="1" w:lastColumn="1" w:noHBand="0" w:noVBand="1"/>
      </w:tblPr>
      <w:tblGrid>
        <w:gridCol w:w="814"/>
        <w:gridCol w:w="2729"/>
        <w:gridCol w:w="993"/>
        <w:gridCol w:w="3118"/>
        <w:gridCol w:w="2694"/>
      </w:tblGrid>
      <w:tr w:rsidR="00AE6249" w:rsidRPr="00166529" w:rsidTr="00A13CDC">
        <w:trPr>
          <w:trHeight w:val="420"/>
        </w:trPr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2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color w:val="FFFFFF"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محل تامین بار مالی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تعداد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مبلغ پایه به ازای هر نفر (ريال)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مبلغ برآورد شده (ريال)</w:t>
            </w:r>
          </w:p>
        </w:tc>
      </w:tr>
      <w:tr w:rsidR="00AE6249" w:rsidRPr="00166529" w:rsidTr="00A13CDC">
        <w:trPr>
          <w:trHeight w:val="438"/>
        </w:trPr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دانشجو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800878">
        <w:trPr>
          <w:trHeight w:val="424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استاد / همکار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افراد عادی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حمایت کنندگان/</w:t>
            </w:r>
            <w:r w:rsidR="00A13CDC">
              <w:rPr>
                <w:rFonts w:cs="B Nazanin" w:hint="cs"/>
                <w:szCs w:val="22"/>
                <w:rtl/>
              </w:rPr>
              <w:t xml:space="preserve"> </w:t>
            </w:r>
            <w:r w:rsidRPr="00166529">
              <w:rPr>
                <w:rFonts w:cs="B Nazanin" w:hint="cs"/>
                <w:szCs w:val="22"/>
                <w:rtl/>
              </w:rPr>
              <w:t>اسپانسرها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ساير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13CDC" w:rsidRPr="00166529" w:rsidTr="000970DA">
        <w:trPr>
          <w:trHeight w:val="393"/>
        </w:trPr>
        <w:tc>
          <w:tcPr>
            <w:tcW w:w="7654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6E3BC" w:themeFill="accent3" w:themeFillTint="66"/>
          </w:tcPr>
          <w:p w:rsidR="00A13CDC" w:rsidRPr="00166529" w:rsidRDefault="00A13CDC" w:rsidP="00DD40EC">
            <w:pPr>
              <w:spacing w:after="0" w:line="240" w:lineRule="auto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جمع كل</w:t>
            </w:r>
            <w:r>
              <w:rPr>
                <w:rFonts w:cs="B Nazanin"/>
                <w:b/>
                <w:bCs/>
                <w:szCs w:val="22"/>
              </w:rPr>
              <w:t xml:space="preserve"> </w:t>
            </w:r>
            <w:r>
              <w:rPr>
                <w:rFonts w:cs="B Nazanin" w:hint="cs"/>
                <w:b/>
                <w:bCs/>
                <w:szCs w:val="22"/>
                <w:rtl/>
              </w:rPr>
              <w:t>(ريال)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13CDC" w:rsidRPr="00166529" w:rsidRDefault="00A13CDC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</w:tbl>
    <w:p w:rsidR="00515791" w:rsidRDefault="00515791" w:rsidP="00B56C76">
      <w:pPr>
        <w:tabs>
          <w:tab w:val="left" w:pos="1084"/>
        </w:tabs>
        <w:rPr>
          <w:rFonts w:cs="B Nazanin"/>
          <w:rtl/>
        </w:rPr>
      </w:pPr>
      <w:r>
        <w:rPr>
          <w:rFonts w:cs="B Nazanin" w:hint="cs"/>
          <w:rtl/>
        </w:rPr>
        <w:tab/>
      </w:r>
    </w:p>
    <w:p w:rsidR="00242988" w:rsidRPr="00515791" w:rsidRDefault="00515791" w:rsidP="00515791">
      <w:pPr>
        <w:tabs>
          <w:tab w:val="left" w:pos="1084"/>
        </w:tabs>
        <w:jc w:val="center"/>
        <w:rPr>
          <w:rFonts w:cs="B Titr"/>
          <w:rtl/>
        </w:rPr>
      </w:pP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  <w:t>امضاء ریاست دانشکده / آموزشکده</w:t>
      </w:r>
    </w:p>
    <w:p w:rsidR="00515791" w:rsidRPr="00166529" w:rsidRDefault="00515791" w:rsidP="00D01B0F">
      <w:pPr>
        <w:tabs>
          <w:tab w:val="left" w:pos="1084"/>
        </w:tabs>
        <w:rPr>
          <w:rFonts w:cs="B Nazanin"/>
          <w:rtl/>
        </w:rPr>
      </w:pPr>
    </w:p>
    <w:sectPr w:rsidR="00515791" w:rsidRPr="00166529" w:rsidSect="00515791">
      <w:footerReference w:type="default" r:id="rId8"/>
      <w:pgSz w:w="11906" w:h="16838" w:code="9"/>
      <w:pgMar w:top="709" w:right="851" w:bottom="567" w:left="851" w:header="709" w:footer="343" w:gutter="0"/>
      <w:pgBorders w:offsetFrom="page">
        <w:top w:val="thickThinMediumGap" w:sz="12" w:space="24" w:color="auto"/>
        <w:left w:val="thickThinMediumGap" w:sz="12" w:space="24" w:color="auto"/>
        <w:bottom w:val="thinThickMediumGap" w:sz="12" w:space="24" w:color="auto"/>
        <w:right w:val="thinThickMedium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28E" w:rsidRDefault="00E2128E" w:rsidP="00B322E8">
      <w:pPr>
        <w:spacing w:after="0" w:line="240" w:lineRule="auto"/>
      </w:pPr>
      <w:r>
        <w:separator/>
      </w:r>
    </w:p>
  </w:endnote>
  <w:endnote w:type="continuationSeparator" w:id="0">
    <w:p w:rsidR="00E2128E" w:rsidRDefault="00E2128E" w:rsidP="00B32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090807"/>
      <w:docPartObj>
        <w:docPartGallery w:val="Page Numbers (Bottom of Page)"/>
        <w:docPartUnique/>
      </w:docPartObj>
    </w:sdtPr>
    <w:sdtEndPr/>
    <w:sdtContent>
      <w:p w:rsidR="00B322E8" w:rsidRDefault="001154BE" w:rsidP="00B322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2D9A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B322E8" w:rsidRDefault="00B322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28E" w:rsidRDefault="00E2128E" w:rsidP="00B322E8">
      <w:pPr>
        <w:spacing w:after="0" w:line="240" w:lineRule="auto"/>
      </w:pPr>
      <w:r>
        <w:separator/>
      </w:r>
    </w:p>
  </w:footnote>
  <w:footnote w:type="continuationSeparator" w:id="0">
    <w:p w:rsidR="00E2128E" w:rsidRDefault="00E2128E" w:rsidP="00B32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430"/>
    <w:rsid w:val="0002040C"/>
    <w:rsid w:val="00022844"/>
    <w:rsid w:val="00023481"/>
    <w:rsid w:val="0004203B"/>
    <w:rsid w:val="00051B6D"/>
    <w:rsid w:val="00052E71"/>
    <w:rsid w:val="000536FA"/>
    <w:rsid w:val="000541BA"/>
    <w:rsid w:val="00055943"/>
    <w:rsid w:val="00063159"/>
    <w:rsid w:val="000729DC"/>
    <w:rsid w:val="00073F9F"/>
    <w:rsid w:val="00075DCD"/>
    <w:rsid w:val="00085142"/>
    <w:rsid w:val="000A715B"/>
    <w:rsid w:val="000B77DA"/>
    <w:rsid w:val="000C4B8D"/>
    <w:rsid w:val="000E062A"/>
    <w:rsid w:val="000E7DD4"/>
    <w:rsid w:val="000F4C03"/>
    <w:rsid w:val="000F5837"/>
    <w:rsid w:val="001038F1"/>
    <w:rsid w:val="0010696C"/>
    <w:rsid w:val="00110AD1"/>
    <w:rsid w:val="001126A3"/>
    <w:rsid w:val="001154BE"/>
    <w:rsid w:val="00130CBC"/>
    <w:rsid w:val="001362F7"/>
    <w:rsid w:val="00143B9D"/>
    <w:rsid w:val="001463D6"/>
    <w:rsid w:val="00150BCF"/>
    <w:rsid w:val="001515DE"/>
    <w:rsid w:val="00154DB5"/>
    <w:rsid w:val="00155A5B"/>
    <w:rsid w:val="0015697A"/>
    <w:rsid w:val="00166529"/>
    <w:rsid w:val="00167484"/>
    <w:rsid w:val="00170720"/>
    <w:rsid w:val="0017231A"/>
    <w:rsid w:val="00174676"/>
    <w:rsid w:val="00174916"/>
    <w:rsid w:val="00174AD1"/>
    <w:rsid w:val="001768CD"/>
    <w:rsid w:val="00181401"/>
    <w:rsid w:val="00183198"/>
    <w:rsid w:val="00186626"/>
    <w:rsid w:val="001907C9"/>
    <w:rsid w:val="00196803"/>
    <w:rsid w:val="001A000D"/>
    <w:rsid w:val="001A78E8"/>
    <w:rsid w:val="001C0AF7"/>
    <w:rsid w:val="001D1C7C"/>
    <w:rsid w:val="001E135C"/>
    <w:rsid w:val="001F6E08"/>
    <w:rsid w:val="002004CF"/>
    <w:rsid w:val="0020238D"/>
    <w:rsid w:val="002068BF"/>
    <w:rsid w:val="00212C71"/>
    <w:rsid w:val="0022298E"/>
    <w:rsid w:val="002230A3"/>
    <w:rsid w:val="00226C36"/>
    <w:rsid w:val="0022712F"/>
    <w:rsid w:val="00230B12"/>
    <w:rsid w:val="0023407A"/>
    <w:rsid w:val="002360E8"/>
    <w:rsid w:val="00242988"/>
    <w:rsid w:val="00245943"/>
    <w:rsid w:val="00251B6A"/>
    <w:rsid w:val="00256264"/>
    <w:rsid w:val="0026084A"/>
    <w:rsid w:val="002715E1"/>
    <w:rsid w:val="002825F7"/>
    <w:rsid w:val="00296297"/>
    <w:rsid w:val="0029692C"/>
    <w:rsid w:val="00297C75"/>
    <w:rsid w:val="002A577A"/>
    <w:rsid w:val="002B0BC0"/>
    <w:rsid w:val="002B58F6"/>
    <w:rsid w:val="002C7D8D"/>
    <w:rsid w:val="002D1083"/>
    <w:rsid w:val="002D50F5"/>
    <w:rsid w:val="002D5EF1"/>
    <w:rsid w:val="002E0079"/>
    <w:rsid w:val="002E49C4"/>
    <w:rsid w:val="0030360F"/>
    <w:rsid w:val="00307ED7"/>
    <w:rsid w:val="00316544"/>
    <w:rsid w:val="00320B68"/>
    <w:rsid w:val="00321442"/>
    <w:rsid w:val="00321B76"/>
    <w:rsid w:val="003226CA"/>
    <w:rsid w:val="00325051"/>
    <w:rsid w:val="00330DE2"/>
    <w:rsid w:val="00334248"/>
    <w:rsid w:val="00344B50"/>
    <w:rsid w:val="0034544C"/>
    <w:rsid w:val="00347A82"/>
    <w:rsid w:val="00350DF5"/>
    <w:rsid w:val="00352D9A"/>
    <w:rsid w:val="003533EA"/>
    <w:rsid w:val="003638E9"/>
    <w:rsid w:val="00372E1D"/>
    <w:rsid w:val="003806EE"/>
    <w:rsid w:val="00381632"/>
    <w:rsid w:val="00381DAF"/>
    <w:rsid w:val="00387452"/>
    <w:rsid w:val="00396842"/>
    <w:rsid w:val="003A0239"/>
    <w:rsid w:val="003A4123"/>
    <w:rsid w:val="003A5070"/>
    <w:rsid w:val="003B400B"/>
    <w:rsid w:val="003B7A5F"/>
    <w:rsid w:val="003C42F3"/>
    <w:rsid w:val="003C53CB"/>
    <w:rsid w:val="003D0B75"/>
    <w:rsid w:val="003D25C0"/>
    <w:rsid w:val="003D4AF6"/>
    <w:rsid w:val="003E2358"/>
    <w:rsid w:val="003F3BE8"/>
    <w:rsid w:val="003F5BD5"/>
    <w:rsid w:val="00400822"/>
    <w:rsid w:val="00402945"/>
    <w:rsid w:val="00405825"/>
    <w:rsid w:val="00410B38"/>
    <w:rsid w:val="00442D25"/>
    <w:rsid w:val="00444ED1"/>
    <w:rsid w:val="00460222"/>
    <w:rsid w:val="00472EB3"/>
    <w:rsid w:val="00474A4F"/>
    <w:rsid w:val="00475228"/>
    <w:rsid w:val="00484614"/>
    <w:rsid w:val="004907E9"/>
    <w:rsid w:val="004911AB"/>
    <w:rsid w:val="00494AD4"/>
    <w:rsid w:val="00496A4B"/>
    <w:rsid w:val="00497FAE"/>
    <w:rsid w:val="004A1875"/>
    <w:rsid w:val="004A3EE5"/>
    <w:rsid w:val="004A4B7D"/>
    <w:rsid w:val="004A7430"/>
    <w:rsid w:val="004B3BD0"/>
    <w:rsid w:val="004D64F7"/>
    <w:rsid w:val="004E2243"/>
    <w:rsid w:val="004E2DC8"/>
    <w:rsid w:val="004E4EDD"/>
    <w:rsid w:val="004E6214"/>
    <w:rsid w:val="004E7A5E"/>
    <w:rsid w:val="004F603F"/>
    <w:rsid w:val="00501343"/>
    <w:rsid w:val="00515791"/>
    <w:rsid w:val="00542C86"/>
    <w:rsid w:val="00545B3E"/>
    <w:rsid w:val="005539D4"/>
    <w:rsid w:val="00556EA7"/>
    <w:rsid w:val="00557F5B"/>
    <w:rsid w:val="00567245"/>
    <w:rsid w:val="00573E7D"/>
    <w:rsid w:val="00574EBD"/>
    <w:rsid w:val="00590781"/>
    <w:rsid w:val="005909AD"/>
    <w:rsid w:val="005A0704"/>
    <w:rsid w:val="005A1CEB"/>
    <w:rsid w:val="005A723C"/>
    <w:rsid w:val="005A74B5"/>
    <w:rsid w:val="005C244F"/>
    <w:rsid w:val="005C58F6"/>
    <w:rsid w:val="005D2A25"/>
    <w:rsid w:val="005D39CD"/>
    <w:rsid w:val="005D5700"/>
    <w:rsid w:val="005E3C68"/>
    <w:rsid w:val="00607C0E"/>
    <w:rsid w:val="006108F2"/>
    <w:rsid w:val="00617A5F"/>
    <w:rsid w:val="00622954"/>
    <w:rsid w:val="00625F6F"/>
    <w:rsid w:val="00631285"/>
    <w:rsid w:val="00643D4B"/>
    <w:rsid w:val="00644C48"/>
    <w:rsid w:val="00645029"/>
    <w:rsid w:val="00661582"/>
    <w:rsid w:val="0066462C"/>
    <w:rsid w:val="00665CE1"/>
    <w:rsid w:val="00667041"/>
    <w:rsid w:val="00674FCD"/>
    <w:rsid w:val="0068591E"/>
    <w:rsid w:val="00687745"/>
    <w:rsid w:val="006B061D"/>
    <w:rsid w:val="006B0CEE"/>
    <w:rsid w:val="006B15FA"/>
    <w:rsid w:val="006B1B25"/>
    <w:rsid w:val="006B5448"/>
    <w:rsid w:val="006C46F5"/>
    <w:rsid w:val="006D6707"/>
    <w:rsid w:val="006E34C3"/>
    <w:rsid w:val="006E5F2F"/>
    <w:rsid w:val="006E6754"/>
    <w:rsid w:val="006E6B4E"/>
    <w:rsid w:val="006F59FF"/>
    <w:rsid w:val="00701462"/>
    <w:rsid w:val="00705E71"/>
    <w:rsid w:val="00707C54"/>
    <w:rsid w:val="00714706"/>
    <w:rsid w:val="00715F89"/>
    <w:rsid w:val="00721D27"/>
    <w:rsid w:val="007245B2"/>
    <w:rsid w:val="00725CB0"/>
    <w:rsid w:val="0072763D"/>
    <w:rsid w:val="00732172"/>
    <w:rsid w:val="0074739E"/>
    <w:rsid w:val="00760FA7"/>
    <w:rsid w:val="00761F59"/>
    <w:rsid w:val="00783674"/>
    <w:rsid w:val="007C2D0A"/>
    <w:rsid w:val="007C34D2"/>
    <w:rsid w:val="007C57A5"/>
    <w:rsid w:val="007D7412"/>
    <w:rsid w:val="007D7EBB"/>
    <w:rsid w:val="007E1C31"/>
    <w:rsid w:val="007E271D"/>
    <w:rsid w:val="007E3480"/>
    <w:rsid w:val="007E44A6"/>
    <w:rsid w:val="007E45BE"/>
    <w:rsid w:val="007E4A43"/>
    <w:rsid w:val="007F27BA"/>
    <w:rsid w:val="007F6607"/>
    <w:rsid w:val="007F683A"/>
    <w:rsid w:val="00800878"/>
    <w:rsid w:val="00800DC7"/>
    <w:rsid w:val="00813092"/>
    <w:rsid w:val="0081368D"/>
    <w:rsid w:val="00816A32"/>
    <w:rsid w:val="008176B5"/>
    <w:rsid w:val="0083090C"/>
    <w:rsid w:val="008449C6"/>
    <w:rsid w:val="008539FB"/>
    <w:rsid w:val="008546F8"/>
    <w:rsid w:val="0085772E"/>
    <w:rsid w:val="00863D21"/>
    <w:rsid w:val="00867D41"/>
    <w:rsid w:val="00873E04"/>
    <w:rsid w:val="00875EF6"/>
    <w:rsid w:val="00876C71"/>
    <w:rsid w:val="00880821"/>
    <w:rsid w:val="008A5007"/>
    <w:rsid w:val="008B3246"/>
    <w:rsid w:val="008B5C10"/>
    <w:rsid w:val="008B6CF1"/>
    <w:rsid w:val="008C2AE4"/>
    <w:rsid w:val="008E1DC7"/>
    <w:rsid w:val="008E41EE"/>
    <w:rsid w:val="008F18A7"/>
    <w:rsid w:val="009109BD"/>
    <w:rsid w:val="009135E5"/>
    <w:rsid w:val="00931493"/>
    <w:rsid w:val="009347C1"/>
    <w:rsid w:val="0093693F"/>
    <w:rsid w:val="009372AB"/>
    <w:rsid w:val="00941C6C"/>
    <w:rsid w:val="009441A6"/>
    <w:rsid w:val="009469F0"/>
    <w:rsid w:val="009474D6"/>
    <w:rsid w:val="00953926"/>
    <w:rsid w:val="009607F6"/>
    <w:rsid w:val="00964DDD"/>
    <w:rsid w:val="00985EA6"/>
    <w:rsid w:val="00994744"/>
    <w:rsid w:val="00997F7E"/>
    <w:rsid w:val="009A267A"/>
    <w:rsid w:val="009A7F56"/>
    <w:rsid w:val="009B2610"/>
    <w:rsid w:val="009B32A5"/>
    <w:rsid w:val="009B4966"/>
    <w:rsid w:val="009B61D5"/>
    <w:rsid w:val="009C3368"/>
    <w:rsid w:val="009D2F60"/>
    <w:rsid w:val="009E1770"/>
    <w:rsid w:val="009E6DCD"/>
    <w:rsid w:val="00A008E7"/>
    <w:rsid w:val="00A02EB4"/>
    <w:rsid w:val="00A13CDC"/>
    <w:rsid w:val="00A202D1"/>
    <w:rsid w:val="00A22755"/>
    <w:rsid w:val="00A37463"/>
    <w:rsid w:val="00A425F9"/>
    <w:rsid w:val="00A629B0"/>
    <w:rsid w:val="00A642B3"/>
    <w:rsid w:val="00A67175"/>
    <w:rsid w:val="00A71F8B"/>
    <w:rsid w:val="00A82F96"/>
    <w:rsid w:val="00A83E52"/>
    <w:rsid w:val="00A874C4"/>
    <w:rsid w:val="00A92622"/>
    <w:rsid w:val="00A958ED"/>
    <w:rsid w:val="00AA344C"/>
    <w:rsid w:val="00AA46A1"/>
    <w:rsid w:val="00AB377E"/>
    <w:rsid w:val="00AC6324"/>
    <w:rsid w:val="00AC7F8C"/>
    <w:rsid w:val="00AD07EA"/>
    <w:rsid w:val="00AE50F9"/>
    <w:rsid w:val="00AE6249"/>
    <w:rsid w:val="00AF4D7F"/>
    <w:rsid w:val="00B04DE7"/>
    <w:rsid w:val="00B1630B"/>
    <w:rsid w:val="00B20332"/>
    <w:rsid w:val="00B21D39"/>
    <w:rsid w:val="00B24D58"/>
    <w:rsid w:val="00B322E8"/>
    <w:rsid w:val="00B417E0"/>
    <w:rsid w:val="00B52809"/>
    <w:rsid w:val="00B56C76"/>
    <w:rsid w:val="00B67A26"/>
    <w:rsid w:val="00B92CCE"/>
    <w:rsid w:val="00B97E34"/>
    <w:rsid w:val="00BA3161"/>
    <w:rsid w:val="00BB19F5"/>
    <w:rsid w:val="00BB6E63"/>
    <w:rsid w:val="00BC00D4"/>
    <w:rsid w:val="00BC53CD"/>
    <w:rsid w:val="00BD4DEC"/>
    <w:rsid w:val="00BD6616"/>
    <w:rsid w:val="00BE0347"/>
    <w:rsid w:val="00BE548E"/>
    <w:rsid w:val="00BE6754"/>
    <w:rsid w:val="00BE7039"/>
    <w:rsid w:val="00BF109F"/>
    <w:rsid w:val="00BF16FE"/>
    <w:rsid w:val="00BF7CC5"/>
    <w:rsid w:val="00C200F2"/>
    <w:rsid w:val="00C44B1D"/>
    <w:rsid w:val="00C458D4"/>
    <w:rsid w:val="00C47310"/>
    <w:rsid w:val="00C77FEA"/>
    <w:rsid w:val="00C949CF"/>
    <w:rsid w:val="00CA4AB0"/>
    <w:rsid w:val="00CB1317"/>
    <w:rsid w:val="00CC187D"/>
    <w:rsid w:val="00CC208A"/>
    <w:rsid w:val="00CC6B50"/>
    <w:rsid w:val="00CF60D5"/>
    <w:rsid w:val="00D01B0F"/>
    <w:rsid w:val="00D03072"/>
    <w:rsid w:val="00D13D4D"/>
    <w:rsid w:val="00D326AE"/>
    <w:rsid w:val="00D33F1D"/>
    <w:rsid w:val="00D43E8E"/>
    <w:rsid w:val="00D57D51"/>
    <w:rsid w:val="00D70313"/>
    <w:rsid w:val="00D70CD2"/>
    <w:rsid w:val="00D744AF"/>
    <w:rsid w:val="00D75D71"/>
    <w:rsid w:val="00D84897"/>
    <w:rsid w:val="00D936A5"/>
    <w:rsid w:val="00DA00C8"/>
    <w:rsid w:val="00DA049C"/>
    <w:rsid w:val="00DA0A9A"/>
    <w:rsid w:val="00DA168E"/>
    <w:rsid w:val="00DB680F"/>
    <w:rsid w:val="00DC4B7A"/>
    <w:rsid w:val="00DD0F08"/>
    <w:rsid w:val="00DF4D23"/>
    <w:rsid w:val="00DF58BA"/>
    <w:rsid w:val="00E017DA"/>
    <w:rsid w:val="00E15701"/>
    <w:rsid w:val="00E1606B"/>
    <w:rsid w:val="00E20A3D"/>
    <w:rsid w:val="00E2128E"/>
    <w:rsid w:val="00E21DA8"/>
    <w:rsid w:val="00E43E93"/>
    <w:rsid w:val="00E53203"/>
    <w:rsid w:val="00E57488"/>
    <w:rsid w:val="00E623FF"/>
    <w:rsid w:val="00E64D83"/>
    <w:rsid w:val="00E71E7C"/>
    <w:rsid w:val="00E92755"/>
    <w:rsid w:val="00E97A8E"/>
    <w:rsid w:val="00EA58FD"/>
    <w:rsid w:val="00EB1E05"/>
    <w:rsid w:val="00EB27F6"/>
    <w:rsid w:val="00EC0FBF"/>
    <w:rsid w:val="00EC4E17"/>
    <w:rsid w:val="00ED231C"/>
    <w:rsid w:val="00EE40BC"/>
    <w:rsid w:val="00EF5B6D"/>
    <w:rsid w:val="00F02312"/>
    <w:rsid w:val="00F0514B"/>
    <w:rsid w:val="00F064EA"/>
    <w:rsid w:val="00F1346D"/>
    <w:rsid w:val="00F210B2"/>
    <w:rsid w:val="00F249BC"/>
    <w:rsid w:val="00F25F4A"/>
    <w:rsid w:val="00F2669D"/>
    <w:rsid w:val="00F354DE"/>
    <w:rsid w:val="00F51092"/>
    <w:rsid w:val="00F54918"/>
    <w:rsid w:val="00F56C78"/>
    <w:rsid w:val="00F62188"/>
    <w:rsid w:val="00F65B6B"/>
    <w:rsid w:val="00F673C0"/>
    <w:rsid w:val="00F711C3"/>
    <w:rsid w:val="00F7122D"/>
    <w:rsid w:val="00F76350"/>
    <w:rsid w:val="00F9146A"/>
    <w:rsid w:val="00F96DA7"/>
    <w:rsid w:val="00FA1986"/>
    <w:rsid w:val="00FA4755"/>
    <w:rsid w:val="00FB2312"/>
    <w:rsid w:val="00FB3FF2"/>
    <w:rsid w:val="00FF2EBE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C905620-AA08-4963-972C-9C77D4CE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B Mitra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D4B"/>
    <w:pPr>
      <w:bidi/>
      <w:spacing w:after="200" w:line="276" w:lineRule="auto"/>
    </w:pPr>
    <w:rPr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2A577A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MediumGrid1-Accent5">
    <w:name w:val="Medium Grid 1 Accent 5"/>
    <w:basedOn w:val="TableNormal"/>
    <w:uiPriority w:val="67"/>
    <w:rsid w:val="00F210B2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List1-Accent2">
    <w:name w:val="Medium List 1 Accent 2"/>
    <w:basedOn w:val="TableNormal"/>
    <w:uiPriority w:val="65"/>
    <w:rsid w:val="00F210B2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LightShading-Accent11">
    <w:name w:val="Light Shading - Accent 11"/>
    <w:basedOn w:val="TableNormal"/>
    <w:uiPriority w:val="60"/>
    <w:rsid w:val="00997F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3-Accent4">
    <w:name w:val="Medium Grid 3 Accent 4"/>
    <w:basedOn w:val="TableNormal"/>
    <w:uiPriority w:val="69"/>
    <w:rsid w:val="00997F7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6">
    <w:name w:val="Medium Grid 3 Accent 6"/>
    <w:basedOn w:val="TableNormal"/>
    <w:uiPriority w:val="69"/>
    <w:rsid w:val="00B21D3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Shading2-Accent3">
    <w:name w:val="Medium Shading 2 Accent 3"/>
    <w:basedOn w:val="TableNormal"/>
    <w:uiPriority w:val="64"/>
    <w:rsid w:val="008C2AE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BF109F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4A187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E224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7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68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22E8"/>
    <w:rPr>
      <w:sz w:val="22"/>
      <w:szCs w:val="26"/>
    </w:rPr>
  </w:style>
  <w:style w:type="paragraph" w:styleId="Footer">
    <w:name w:val="footer"/>
    <w:basedOn w:val="Normal"/>
    <w:link w:val="FooterChar"/>
    <w:uiPriority w:val="99"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2E8"/>
    <w:rPr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.demokri\Desktop\&#1662;&#1585;&#1608;&#1688;&#1607;%20&#1607;&#1575;&#1740;%20&#1605;&#1585;&#1576;&#1608;&#1591;%20&#1576;&#1607;%20&#1583;&#1601;&#1578;&#1585;\&#1605;&#1587;&#1578;&#1606;&#1583;&#1575;&#1578;%20&#1607;&#1605;&#1575;&#1740;&#1588;%20&#1607;&#1575;\&#1580;+1-+&#1601;&#1585;&#1605;+&#1582;&#1575;&#1605;+&#1575;&#1591;&#1604;&#1575;&#1593;&#1575;&#1578;+&#1607;&#1605;&#1575;&#1610;&#158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22562-1ADB-40B0-BF38-E9158ABCF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ج+1-+فرم+خام+اطلاعات+همايش</Template>
  <TotalTime>238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 Demokri</dc:creator>
  <cp:lastModifiedBy>داننده فاطمه</cp:lastModifiedBy>
  <cp:revision>43</cp:revision>
  <cp:lastPrinted>2013-12-25T11:39:00Z</cp:lastPrinted>
  <dcterms:created xsi:type="dcterms:W3CDTF">2013-12-04T05:28:00Z</dcterms:created>
  <dcterms:modified xsi:type="dcterms:W3CDTF">2019-11-12T10:01:00Z</dcterms:modified>
</cp:coreProperties>
</file>